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BC2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1FB281BB" w14:textId="77777777" w:rsidR="00932BD4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 xml:space="preserve">Seznam </w:t>
      </w:r>
      <w:r w:rsidR="000C3C14">
        <w:rPr>
          <w:b/>
        </w:rPr>
        <w:t>realizovaných</w:t>
      </w:r>
      <w:r w:rsidR="000C3C14" w:rsidRPr="00DE656A">
        <w:rPr>
          <w:b/>
        </w:rPr>
        <w:t xml:space="preserve"> </w:t>
      </w:r>
      <w:r w:rsidR="000C3C14">
        <w:rPr>
          <w:b/>
        </w:rPr>
        <w:t>referenčních staveb</w:t>
      </w:r>
      <w:r w:rsidR="000C3C14" w:rsidRPr="000C3C14">
        <w:rPr>
          <w:b/>
        </w:rPr>
        <w:t xml:space="preserve"> </w:t>
      </w:r>
      <w:r w:rsidR="000C3C14">
        <w:rPr>
          <w:b/>
        </w:rPr>
        <w:t xml:space="preserve">dodavatele </w:t>
      </w:r>
      <w:r w:rsidR="000C3C14" w:rsidRPr="00DE656A">
        <w:rPr>
          <w:b/>
        </w:rPr>
        <w:t>nad rámec technické kvalifikace</w:t>
      </w:r>
      <w:r w:rsidRPr="00813B12">
        <w:rPr>
          <w:b/>
        </w:rPr>
        <w:t xml:space="preserve"> </w:t>
      </w:r>
      <w:r w:rsidR="000C3C14">
        <w:rPr>
          <w:b/>
        </w:rPr>
        <w:t>pro </w:t>
      </w:r>
      <w:r w:rsidR="00A45B31" w:rsidRPr="00813B12">
        <w:rPr>
          <w:b/>
        </w:rPr>
        <w:t>účely hodnocení</w:t>
      </w:r>
      <w:r w:rsidR="001F7B76" w:rsidRPr="00813B12">
        <w:rPr>
          <w:b/>
        </w:rPr>
        <w:t xml:space="preserve"> nabídek na realizaci veřejné zakázky</w:t>
      </w:r>
      <w:r w:rsidR="00932BD4">
        <w:rPr>
          <w:b/>
        </w:rPr>
        <w:t>:</w:t>
      </w:r>
    </w:p>
    <w:p w14:paraId="720F514D" w14:textId="77777777" w:rsidR="00932BD4" w:rsidRDefault="00932BD4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5FA10F3F" w14:textId="3C305BB7" w:rsidR="00B85833" w:rsidRPr="00813B12" w:rsidRDefault="001F7B76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>„</w:t>
      </w:r>
      <w:r w:rsidR="003E2090">
        <w:rPr>
          <w:b/>
        </w:rPr>
        <w:t xml:space="preserve">Obnova parku </w:t>
      </w:r>
      <w:proofErr w:type="spellStart"/>
      <w:r w:rsidR="003E2090">
        <w:rPr>
          <w:b/>
        </w:rPr>
        <w:t>Lipovka</w:t>
      </w:r>
      <w:proofErr w:type="spellEnd"/>
      <w:r w:rsidR="003E2090">
        <w:rPr>
          <w:b/>
        </w:rPr>
        <w:t xml:space="preserve"> v horní části náměstí u zámeckého areálu</w:t>
      </w:r>
      <w:r w:rsidR="00932BD4">
        <w:rPr>
          <w:b/>
        </w:rPr>
        <w:t>, Třeboň</w:t>
      </w:r>
      <w:r w:rsidRPr="00813B12">
        <w:rPr>
          <w:b/>
        </w:rPr>
        <w:t>“</w:t>
      </w:r>
    </w:p>
    <w:p w14:paraId="40D2C1C6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70609342" w14:textId="3434FA93" w:rsidR="00B85833" w:rsidRPr="00813B12" w:rsidRDefault="00B85833" w:rsidP="00B85833">
      <w:pPr>
        <w:pStyle w:val="Zkladntext"/>
        <w:ind w:left="300"/>
        <w:rPr>
          <w:color w:val="0000FF"/>
        </w:rPr>
      </w:pPr>
    </w:p>
    <w:p w14:paraId="6F7D9724" w14:textId="77777777" w:rsidR="00813B12" w:rsidRPr="00813B12" w:rsidRDefault="00813B12" w:rsidP="00B85833">
      <w:pPr>
        <w:pStyle w:val="Zkladntext"/>
        <w:ind w:left="300"/>
        <w:rPr>
          <w:color w:val="0000FF"/>
        </w:rPr>
      </w:pPr>
    </w:p>
    <w:p w14:paraId="43FE2C02" w14:textId="77777777" w:rsidR="006341DF" w:rsidRPr="00813B12" w:rsidRDefault="00B85833" w:rsidP="00584D9D">
      <w:pPr>
        <w:pStyle w:val="Zkladntext"/>
        <w:ind w:left="15"/>
        <w:jc w:val="both"/>
      </w:pPr>
      <w:r w:rsidRPr="00813B12">
        <w:t xml:space="preserve">V souladu s požadavky </w:t>
      </w:r>
      <w:r w:rsidR="00F64BB8" w:rsidRPr="00813B12">
        <w:t xml:space="preserve">zadavatele </w:t>
      </w:r>
      <w:r w:rsidR="006341DF" w:rsidRPr="00813B12">
        <w:t>veřejné zakázky</w:t>
      </w:r>
      <w:r w:rsidR="001F7B76" w:rsidRPr="00813B12">
        <w:t xml:space="preserve">, </w:t>
      </w:r>
      <w:r w:rsidR="00F64BB8" w:rsidRPr="00813B12">
        <w:t>uveden</w:t>
      </w:r>
      <w:r w:rsidR="006341DF" w:rsidRPr="00813B12">
        <w:t>ými</w:t>
      </w:r>
      <w:r w:rsidR="00F64BB8" w:rsidRPr="00813B12">
        <w:t xml:space="preserve"> v zadávacích podmínkách</w:t>
      </w:r>
      <w:r w:rsidR="001F7B76" w:rsidRPr="00813B12">
        <w:t>,</w:t>
      </w:r>
    </w:p>
    <w:p w14:paraId="08EB2B43" w14:textId="6751479B" w:rsidR="00B85833" w:rsidRPr="00813B12" w:rsidRDefault="00B85833" w:rsidP="00813B12">
      <w:pPr>
        <w:pStyle w:val="Zkladntext"/>
        <w:spacing w:after="240"/>
        <w:ind w:left="17"/>
        <w:jc w:val="both"/>
      </w:pPr>
      <w:r w:rsidRPr="00813B12">
        <w:t xml:space="preserve">za </w:t>
      </w:r>
      <w:r w:rsidR="003D1711" w:rsidRPr="00813B12">
        <w:t>účastníka</w:t>
      </w:r>
      <w:r w:rsidRPr="00813B12">
        <w:t xml:space="preserve"> </w:t>
      </w:r>
      <w:r w:rsidRPr="00813B12">
        <w:rPr>
          <w:color w:val="FF0000"/>
        </w:rPr>
        <w:t xml:space="preserve">(doplnit název nebo obchodní firmu, sídlo a IČO </w:t>
      </w:r>
      <w:r w:rsidR="004D6C39" w:rsidRPr="00813B12">
        <w:rPr>
          <w:color w:val="FF0000"/>
        </w:rPr>
        <w:t>účastníka</w:t>
      </w:r>
      <w:r w:rsidRPr="00813B12">
        <w:rPr>
          <w:color w:val="FF0000"/>
        </w:rPr>
        <w:t>)</w:t>
      </w:r>
      <w:r w:rsidRPr="00813B12">
        <w:t xml:space="preserve"> </w:t>
      </w:r>
    </w:p>
    <w:p w14:paraId="40E75759" w14:textId="77777777" w:rsidR="00B85833" w:rsidRPr="00813B12" w:rsidRDefault="00B85833" w:rsidP="00B85833">
      <w:pPr>
        <w:pStyle w:val="Zkladntext"/>
        <w:ind w:left="15"/>
        <w:jc w:val="center"/>
        <w:rPr>
          <w:b/>
          <w:color w:val="FF00FF"/>
          <w:spacing w:val="20"/>
        </w:rPr>
      </w:pPr>
      <w:r w:rsidRPr="00813B12">
        <w:rPr>
          <w:b/>
          <w:spacing w:val="20"/>
        </w:rPr>
        <w:t>prohlašuji</w:t>
      </w:r>
    </w:p>
    <w:p w14:paraId="060EB90B" w14:textId="77777777" w:rsidR="00B85833" w:rsidRPr="00813B12" w:rsidRDefault="00B85833" w:rsidP="00B85833">
      <w:pPr>
        <w:pStyle w:val="Zkladntext"/>
        <w:rPr>
          <w:color w:val="0000FF"/>
        </w:rPr>
      </w:pPr>
    </w:p>
    <w:p w14:paraId="48FB647E" w14:textId="1A688D7E" w:rsidR="009309B9" w:rsidRPr="00FF2D9B" w:rsidRDefault="00B85833" w:rsidP="009309B9">
      <w:pPr>
        <w:jc w:val="both"/>
        <w:rPr>
          <w:color w:val="000000"/>
        </w:rPr>
      </w:pPr>
      <w:r w:rsidRPr="00813B12">
        <w:t xml:space="preserve">že </w:t>
      </w:r>
      <w:r w:rsidR="000C3C14">
        <w:t xml:space="preserve">výše </w:t>
      </w:r>
      <w:r w:rsidR="000C3C14" w:rsidRPr="000C3C14">
        <w:t>uvedený účastník</w:t>
      </w:r>
      <w:r w:rsidR="005567ED" w:rsidRPr="000C3C14">
        <w:t>,</w:t>
      </w:r>
      <w:r w:rsidR="005567ED" w:rsidRPr="00813B12">
        <w:rPr>
          <w:color w:val="FF0000"/>
        </w:rPr>
        <w:t xml:space="preserve"> </w:t>
      </w:r>
      <w:r w:rsidR="005567ED" w:rsidRPr="00813B12">
        <w:t>kter</w:t>
      </w:r>
      <w:r w:rsidR="000C3C14">
        <w:t>ý</w:t>
      </w:r>
      <w:r w:rsidR="005567ED" w:rsidRPr="00813B12">
        <w:t xml:space="preserve"> se bude podílet na realizaci </w:t>
      </w:r>
      <w:r w:rsidR="000C3C14">
        <w:t xml:space="preserve">této </w:t>
      </w:r>
      <w:r w:rsidR="005567ED" w:rsidRPr="00813B12">
        <w:t>VZ</w:t>
      </w:r>
      <w:r w:rsidR="007D0621" w:rsidRPr="00813B12">
        <w:t>,</w:t>
      </w:r>
      <w:r w:rsidR="000C3C14">
        <w:t xml:space="preserve"> </w:t>
      </w:r>
      <w:r w:rsidR="00813B12">
        <w:t xml:space="preserve">se v </w:t>
      </w:r>
      <w:r w:rsidR="005567ED" w:rsidRPr="00813B12">
        <w:t xml:space="preserve">posledních </w:t>
      </w:r>
      <w:r w:rsidR="00F340E4">
        <w:t>5</w:t>
      </w:r>
      <w:r w:rsidR="00813B12" w:rsidRPr="00813B12">
        <w:t xml:space="preserve"> </w:t>
      </w:r>
      <w:r w:rsidR="000C3C14">
        <w:t>letech podílel</w:t>
      </w:r>
      <w:r w:rsidR="005567ED" w:rsidRPr="00813B12">
        <w:t xml:space="preserve"> na </w:t>
      </w:r>
      <w:r w:rsidR="00813B12">
        <w:t>realizaci následujících zakázek</w:t>
      </w:r>
      <w:r w:rsidR="009309B9">
        <w:t xml:space="preserve"> </w:t>
      </w:r>
      <w:r w:rsidR="009309B9" w:rsidRPr="00BF5001">
        <w:rPr>
          <w:color w:val="000000"/>
        </w:rPr>
        <w:t>na s</w:t>
      </w:r>
      <w:r w:rsidR="009309B9">
        <w:rPr>
          <w:color w:val="000000"/>
        </w:rPr>
        <w:t xml:space="preserve">tavební </w:t>
      </w:r>
      <w:r w:rsidR="009309B9" w:rsidRPr="00FF2D9B">
        <w:rPr>
          <w:color w:val="000000"/>
        </w:rPr>
        <w:t>práce (</w:t>
      </w:r>
      <w:r w:rsidR="003E2090" w:rsidRPr="003E2090">
        <w:t>řešení veřejných prostranství s dlážděnými plochami a úpravou veřejné zeleně</w:t>
      </w:r>
      <w:r w:rsidR="009309B9" w:rsidRPr="00FF2D9B">
        <w:rPr>
          <w:color w:val="000000"/>
        </w:rPr>
        <w:t>):</w:t>
      </w:r>
    </w:p>
    <w:p w14:paraId="6F4B202B" w14:textId="6B6E9F8A" w:rsidR="009309B9" w:rsidRPr="00246B56" w:rsidRDefault="00E4009A" w:rsidP="009309B9">
      <w:pPr>
        <w:jc w:val="both"/>
        <w:rPr>
          <w:color w:val="000000"/>
        </w:rPr>
      </w:pPr>
      <w:r>
        <w:rPr>
          <w:color w:val="000000"/>
        </w:rPr>
        <w:t>•</w:t>
      </w:r>
      <w:r>
        <w:rPr>
          <w:color w:val="000000"/>
        </w:rPr>
        <w:tab/>
        <w:t>všech 5 zakázek</w:t>
      </w:r>
      <w:r w:rsidR="009309B9" w:rsidRPr="00246B56">
        <w:rPr>
          <w:color w:val="000000"/>
        </w:rPr>
        <w:t xml:space="preserve"> v min. finančním objemu </w:t>
      </w:r>
      <w:r w:rsidR="003E2090">
        <w:rPr>
          <w:color w:val="000000"/>
        </w:rPr>
        <w:t>20</w:t>
      </w:r>
      <w:r w:rsidR="009309B9" w:rsidRPr="00246B56">
        <w:rPr>
          <w:color w:val="000000"/>
        </w:rPr>
        <w:t>0 000,- Kč bez DPH</w:t>
      </w:r>
    </w:p>
    <w:p w14:paraId="4F4156BF" w14:textId="77777777" w:rsidR="00813B12" w:rsidRPr="00813B12" w:rsidRDefault="00813B12" w:rsidP="000C3C14">
      <w:pPr>
        <w:pStyle w:val="Zkladntext"/>
        <w:jc w:val="both"/>
      </w:pPr>
    </w:p>
    <w:p w14:paraId="6A51C276" w14:textId="5601CCFA" w:rsidR="00A45B31" w:rsidRPr="00813B12" w:rsidRDefault="009309B9" w:rsidP="00F64BB8">
      <w:pPr>
        <w:pStyle w:val="Zkladntext"/>
        <w:jc w:val="both"/>
        <w:rPr>
          <w:b/>
        </w:rPr>
      </w:pPr>
      <w:r>
        <w:rPr>
          <w:b/>
        </w:rPr>
        <w:t>Referenční stavba</w:t>
      </w:r>
      <w:r w:rsidR="00A45B31" w:rsidRPr="00813B12">
        <w:rPr>
          <w:b/>
        </w:rPr>
        <w:t xml:space="preserve">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A45B31" w:rsidRPr="00813B12" w14:paraId="0FE34A5F" w14:textId="77777777" w:rsidTr="00A45B31">
        <w:tc>
          <w:tcPr>
            <w:tcW w:w="5353" w:type="dxa"/>
          </w:tcPr>
          <w:p w14:paraId="5D9E2A31" w14:textId="77777777" w:rsidR="00A45B31" w:rsidRPr="00813B12" w:rsidRDefault="00A45B31" w:rsidP="00F64BB8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3859" w:type="dxa"/>
          </w:tcPr>
          <w:p w14:paraId="17C58746" w14:textId="77777777" w:rsidR="00A45B31" w:rsidRPr="00813B12" w:rsidRDefault="00A45B31" w:rsidP="00F64BB8">
            <w:pPr>
              <w:pStyle w:val="Zkladntext"/>
              <w:jc w:val="both"/>
            </w:pPr>
          </w:p>
        </w:tc>
      </w:tr>
      <w:tr w:rsidR="00A45B31" w:rsidRPr="00813B12" w14:paraId="1223A99B" w14:textId="77777777" w:rsidTr="00A45B31">
        <w:tc>
          <w:tcPr>
            <w:tcW w:w="5353" w:type="dxa"/>
          </w:tcPr>
          <w:p w14:paraId="3634ED65" w14:textId="5140D52B" w:rsidR="00A45B31" w:rsidRPr="00813B12" w:rsidRDefault="001F4F37" w:rsidP="00F64BB8">
            <w:pPr>
              <w:pStyle w:val="Zkladntext"/>
              <w:jc w:val="both"/>
            </w:pPr>
            <w:r w:rsidRPr="00813B12">
              <w:t>Objednatel zakázky (</w:t>
            </w:r>
            <w:r w:rsidR="00A45B31" w:rsidRPr="00813B12">
              <w:t xml:space="preserve">Název </w:t>
            </w:r>
            <w:r w:rsidRPr="00813B12">
              <w:t>objednatele</w:t>
            </w:r>
            <w:r w:rsidR="00A45B31" w:rsidRPr="00813B12">
              <w:t>, sídlo, IČ</w:t>
            </w:r>
            <w:r w:rsidR="007D0621" w:rsidRPr="00813B12">
              <w:t>O</w:t>
            </w:r>
            <w:r w:rsidRPr="00813B12">
              <w:t>)</w:t>
            </w:r>
          </w:p>
        </w:tc>
        <w:tc>
          <w:tcPr>
            <w:tcW w:w="3859" w:type="dxa"/>
          </w:tcPr>
          <w:p w14:paraId="27841B9A" w14:textId="77777777" w:rsidR="00A45B31" w:rsidRPr="00813B12" w:rsidRDefault="00A45B31" w:rsidP="00F64BB8">
            <w:pPr>
              <w:pStyle w:val="Zkladntext"/>
              <w:jc w:val="both"/>
            </w:pPr>
          </w:p>
        </w:tc>
      </w:tr>
      <w:tr w:rsidR="00AC099E" w:rsidRPr="00813B12" w14:paraId="130172C0" w14:textId="77777777" w:rsidTr="00A45B31">
        <w:tc>
          <w:tcPr>
            <w:tcW w:w="5353" w:type="dxa"/>
          </w:tcPr>
          <w:p w14:paraId="011D1000" w14:textId="7467D6FA" w:rsidR="00AC099E" w:rsidRPr="00813B12" w:rsidRDefault="00AC099E" w:rsidP="00F64BB8">
            <w:pPr>
              <w:pStyle w:val="Zkladntext"/>
              <w:jc w:val="both"/>
            </w:pPr>
            <w:r>
              <w:t>Kontaktní osoba objednatele</w:t>
            </w:r>
          </w:p>
        </w:tc>
        <w:tc>
          <w:tcPr>
            <w:tcW w:w="3859" w:type="dxa"/>
          </w:tcPr>
          <w:p w14:paraId="52FB6FEB" w14:textId="77777777" w:rsidR="00AC099E" w:rsidRPr="00813B12" w:rsidRDefault="00AC099E" w:rsidP="00F64BB8">
            <w:pPr>
              <w:pStyle w:val="Zkladntext"/>
              <w:jc w:val="both"/>
            </w:pPr>
          </w:p>
        </w:tc>
      </w:tr>
      <w:tr w:rsidR="00A45B31" w:rsidRPr="00813B12" w14:paraId="55B7BFB1" w14:textId="77777777" w:rsidTr="00A45B31">
        <w:tc>
          <w:tcPr>
            <w:tcW w:w="5353" w:type="dxa"/>
          </w:tcPr>
          <w:p w14:paraId="7D2E5DCC" w14:textId="77777777" w:rsidR="00A45B31" w:rsidRPr="00813B12" w:rsidRDefault="00A45B31" w:rsidP="00F64BB8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3859" w:type="dxa"/>
          </w:tcPr>
          <w:p w14:paraId="76D147AD" w14:textId="77777777" w:rsidR="00A45B31" w:rsidRPr="00813B12" w:rsidRDefault="00A45B31" w:rsidP="00F64BB8">
            <w:pPr>
              <w:pStyle w:val="Zkladntext"/>
              <w:jc w:val="both"/>
            </w:pPr>
          </w:p>
        </w:tc>
      </w:tr>
      <w:tr w:rsidR="00A45B31" w:rsidRPr="00813B12" w14:paraId="17F35A6E" w14:textId="77777777" w:rsidTr="00A45B31">
        <w:tc>
          <w:tcPr>
            <w:tcW w:w="5353" w:type="dxa"/>
          </w:tcPr>
          <w:p w14:paraId="0541CF48" w14:textId="77777777" w:rsidR="00A45B31" w:rsidRPr="00813B12" w:rsidRDefault="00A45B31" w:rsidP="00F64BB8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3859" w:type="dxa"/>
          </w:tcPr>
          <w:p w14:paraId="48B9B8CD" w14:textId="77777777" w:rsidR="00A45B31" w:rsidRPr="00813B12" w:rsidRDefault="00A45B31" w:rsidP="00F64BB8">
            <w:pPr>
              <w:pStyle w:val="Zkladntext"/>
              <w:jc w:val="both"/>
            </w:pPr>
          </w:p>
        </w:tc>
      </w:tr>
      <w:tr w:rsidR="001F4F37" w:rsidRPr="00813B12" w14:paraId="19296FE7" w14:textId="77777777" w:rsidTr="00A45B31">
        <w:tc>
          <w:tcPr>
            <w:tcW w:w="5353" w:type="dxa"/>
          </w:tcPr>
          <w:p w14:paraId="35CB8345" w14:textId="604561B6" w:rsidR="001F4F37" w:rsidRPr="00813B12" w:rsidRDefault="001F4F37" w:rsidP="00F64BB8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3859" w:type="dxa"/>
          </w:tcPr>
          <w:p w14:paraId="5B77ACB5" w14:textId="77777777" w:rsidR="001F4F37" w:rsidRPr="00813B12" w:rsidRDefault="001F4F37" w:rsidP="00F64BB8">
            <w:pPr>
              <w:pStyle w:val="Zkladntext"/>
              <w:jc w:val="both"/>
            </w:pPr>
          </w:p>
        </w:tc>
      </w:tr>
    </w:tbl>
    <w:p w14:paraId="451D18C1" w14:textId="77777777" w:rsidR="00813B12" w:rsidRPr="00813B12" w:rsidRDefault="00813B12" w:rsidP="000C3C14">
      <w:pPr>
        <w:pStyle w:val="Zkladntext"/>
        <w:spacing w:before="120"/>
        <w:jc w:val="both"/>
      </w:pPr>
    </w:p>
    <w:p w14:paraId="1EB9F34A" w14:textId="75C7092F" w:rsidR="001F4F37" w:rsidRPr="00813B12" w:rsidRDefault="009309B9" w:rsidP="001F4F37">
      <w:pPr>
        <w:pStyle w:val="Zkladntext"/>
        <w:jc w:val="both"/>
        <w:rPr>
          <w:b/>
        </w:rPr>
      </w:pPr>
      <w:r>
        <w:rPr>
          <w:b/>
        </w:rPr>
        <w:t>Referenční stavba</w:t>
      </w:r>
      <w:r w:rsidR="00A45B31" w:rsidRPr="00813B12">
        <w:rPr>
          <w:b/>
        </w:rPr>
        <w:t xml:space="preserve">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1F4F37" w:rsidRPr="00813B12" w14:paraId="2856568F" w14:textId="77777777" w:rsidTr="000C3C14">
        <w:tc>
          <w:tcPr>
            <w:tcW w:w="5353" w:type="dxa"/>
          </w:tcPr>
          <w:p w14:paraId="5EB7243D" w14:textId="77777777" w:rsidR="001F4F37" w:rsidRPr="00813B12" w:rsidRDefault="001F4F37" w:rsidP="000C3C1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3859" w:type="dxa"/>
          </w:tcPr>
          <w:p w14:paraId="32F62781" w14:textId="77777777" w:rsidR="001F4F37" w:rsidRPr="00813B12" w:rsidRDefault="001F4F37" w:rsidP="000C3C14">
            <w:pPr>
              <w:pStyle w:val="Zkladntext"/>
              <w:jc w:val="both"/>
            </w:pPr>
          </w:p>
        </w:tc>
      </w:tr>
      <w:tr w:rsidR="001F4F37" w:rsidRPr="00813B12" w14:paraId="6AC87399" w14:textId="77777777" w:rsidTr="000C3C14">
        <w:tc>
          <w:tcPr>
            <w:tcW w:w="5353" w:type="dxa"/>
          </w:tcPr>
          <w:p w14:paraId="1343657F" w14:textId="77777777" w:rsidR="001F4F37" w:rsidRPr="00813B12" w:rsidRDefault="001F4F37" w:rsidP="000C3C14">
            <w:pPr>
              <w:pStyle w:val="Zkladntext"/>
              <w:jc w:val="both"/>
            </w:pPr>
            <w:r w:rsidRPr="00813B12">
              <w:t>Objednatel zakázky (Název objednatele, sídlo, IČO)</w:t>
            </w:r>
          </w:p>
        </w:tc>
        <w:tc>
          <w:tcPr>
            <w:tcW w:w="3859" w:type="dxa"/>
          </w:tcPr>
          <w:p w14:paraId="1B997FCC" w14:textId="77777777" w:rsidR="001F4F37" w:rsidRPr="00813B12" w:rsidRDefault="001F4F37" w:rsidP="000C3C14">
            <w:pPr>
              <w:pStyle w:val="Zkladntext"/>
              <w:jc w:val="both"/>
            </w:pPr>
          </w:p>
        </w:tc>
      </w:tr>
      <w:tr w:rsidR="00AC099E" w:rsidRPr="00813B12" w14:paraId="2190CE4E" w14:textId="77777777" w:rsidTr="000C3C14">
        <w:tc>
          <w:tcPr>
            <w:tcW w:w="5353" w:type="dxa"/>
          </w:tcPr>
          <w:p w14:paraId="53EA7143" w14:textId="6C4C5B77" w:rsidR="00AC099E" w:rsidRPr="00813B12" w:rsidRDefault="00AC099E" w:rsidP="000C3C14">
            <w:pPr>
              <w:pStyle w:val="Zkladntext"/>
              <w:jc w:val="both"/>
            </w:pPr>
            <w:r>
              <w:t>Kontaktní osoba objednatele</w:t>
            </w:r>
          </w:p>
        </w:tc>
        <w:tc>
          <w:tcPr>
            <w:tcW w:w="3859" w:type="dxa"/>
          </w:tcPr>
          <w:p w14:paraId="6407FD64" w14:textId="77777777" w:rsidR="00AC099E" w:rsidRPr="00813B12" w:rsidRDefault="00AC099E" w:rsidP="000C3C14">
            <w:pPr>
              <w:pStyle w:val="Zkladntext"/>
              <w:jc w:val="both"/>
            </w:pPr>
          </w:p>
        </w:tc>
      </w:tr>
      <w:tr w:rsidR="001F4F37" w:rsidRPr="00813B12" w14:paraId="1E436436" w14:textId="77777777" w:rsidTr="000C3C14">
        <w:tc>
          <w:tcPr>
            <w:tcW w:w="5353" w:type="dxa"/>
          </w:tcPr>
          <w:p w14:paraId="2707A128" w14:textId="77777777" w:rsidR="001F4F37" w:rsidRPr="00813B12" w:rsidRDefault="001F4F37" w:rsidP="000C3C1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3859" w:type="dxa"/>
          </w:tcPr>
          <w:p w14:paraId="6ABE36A6" w14:textId="77777777" w:rsidR="001F4F37" w:rsidRPr="00813B12" w:rsidRDefault="001F4F37" w:rsidP="000C3C14">
            <w:pPr>
              <w:pStyle w:val="Zkladntext"/>
              <w:jc w:val="both"/>
            </w:pPr>
          </w:p>
        </w:tc>
      </w:tr>
      <w:tr w:rsidR="001F4F37" w:rsidRPr="00813B12" w14:paraId="7FD84CF7" w14:textId="77777777" w:rsidTr="000C3C14">
        <w:tc>
          <w:tcPr>
            <w:tcW w:w="5353" w:type="dxa"/>
          </w:tcPr>
          <w:p w14:paraId="1A68204B" w14:textId="77777777" w:rsidR="001F4F37" w:rsidRPr="00813B12" w:rsidRDefault="001F4F37" w:rsidP="000C3C14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3859" w:type="dxa"/>
          </w:tcPr>
          <w:p w14:paraId="27ABAB53" w14:textId="77777777" w:rsidR="001F4F37" w:rsidRPr="00813B12" w:rsidRDefault="001F4F37" w:rsidP="000C3C14">
            <w:pPr>
              <w:pStyle w:val="Zkladntext"/>
              <w:jc w:val="both"/>
            </w:pPr>
          </w:p>
        </w:tc>
      </w:tr>
      <w:tr w:rsidR="001F4F37" w:rsidRPr="00813B12" w14:paraId="074A8CBB" w14:textId="77777777" w:rsidTr="000C3C14">
        <w:tc>
          <w:tcPr>
            <w:tcW w:w="5353" w:type="dxa"/>
          </w:tcPr>
          <w:p w14:paraId="280D9A51" w14:textId="77777777" w:rsidR="001F4F37" w:rsidRPr="00813B12" w:rsidRDefault="001F4F37" w:rsidP="000C3C1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3859" w:type="dxa"/>
          </w:tcPr>
          <w:p w14:paraId="2CE5CF32" w14:textId="77777777" w:rsidR="001F4F37" w:rsidRPr="00813B12" w:rsidRDefault="001F4F37" w:rsidP="000C3C14">
            <w:pPr>
              <w:pStyle w:val="Zkladntext"/>
              <w:jc w:val="both"/>
            </w:pPr>
          </w:p>
        </w:tc>
      </w:tr>
    </w:tbl>
    <w:p w14:paraId="57882302" w14:textId="77777777" w:rsidR="00E4009A" w:rsidRPr="00813B12" w:rsidRDefault="00E4009A" w:rsidP="00E4009A">
      <w:pPr>
        <w:pStyle w:val="Zkladntext"/>
        <w:spacing w:before="120"/>
        <w:jc w:val="both"/>
      </w:pPr>
    </w:p>
    <w:p w14:paraId="1CB3E01E" w14:textId="44646C62" w:rsidR="00E4009A" w:rsidRPr="00813B12" w:rsidRDefault="00E4009A" w:rsidP="00E4009A">
      <w:pPr>
        <w:pStyle w:val="Zkladntext"/>
        <w:jc w:val="both"/>
        <w:rPr>
          <w:b/>
        </w:rPr>
      </w:pPr>
      <w:r>
        <w:rPr>
          <w:b/>
        </w:rPr>
        <w:t>Referenční stavba</w:t>
      </w:r>
      <w:r w:rsidRPr="00813B12">
        <w:rPr>
          <w:b/>
        </w:rPr>
        <w:t xml:space="preserve"> č. </w:t>
      </w:r>
      <w:r>
        <w:rPr>
          <w:b/>
        </w:rPr>
        <w:t>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E4009A" w:rsidRPr="00813B12" w14:paraId="456F7E54" w14:textId="77777777" w:rsidTr="00E4009A">
        <w:tc>
          <w:tcPr>
            <w:tcW w:w="5353" w:type="dxa"/>
          </w:tcPr>
          <w:p w14:paraId="3BA990F3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3859" w:type="dxa"/>
          </w:tcPr>
          <w:p w14:paraId="732AA100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7B0CD46F" w14:textId="77777777" w:rsidTr="00E4009A">
        <w:tc>
          <w:tcPr>
            <w:tcW w:w="5353" w:type="dxa"/>
          </w:tcPr>
          <w:p w14:paraId="614E23C5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Objednatel zakázky (Název objednatele, sídlo, IČO)</w:t>
            </w:r>
          </w:p>
        </w:tc>
        <w:tc>
          <w:tcPr>
            <w:tcW w:w="3859" w:type="dxa"/>
          </w:tcPr>
          <w:p w14:paraId="0DBF32CF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AC099E" w:rsidRPr="00813B12" w14:paraId="37AB4EEA" w14:textId="77777777" w:rsidTr="00E4009A">
        <w:tc>
          <w:tcPr>
            <w:tcW w:w="5353" w:type="dxa"/>
          </w:tcPr>
          <w:p w14:paraId="4202D866" w14:textId="485DE5B5" w:rsidR="00AC099E" w:rsidRPr="00813B12" w:rsidRDefault="00AC099E" w:rsidP="00E4009A">
            <w:pPr>
              <w:pStyle w:val="Zkladntext"/>
              <w:jc w:val="both"/>
            </w:pPr>
            <w:r>
              <w:t>Kontaktní osoba objednatele</w:t>
            </w:r>
          </w:p>
        </w:tc>
        <w:tc>
          <w:tcPr>
            <w:tcW w:w="3859" w:type="dxa"/>
          </w:tcPr>
          <w:p w14:paraId="02349E58" w14:textId="77777777" w:rsidR="00AC099E" w:rsidRPr="00813B12" w:rsidRDefault="00AC099E" w:rsidP="00E4009A">
            <w:pPr>
              <w:pStyle w:val="Zkladntext"/>
              <w:jc w:val="both"/>
            </w:pPr>
          </w:p>
        </w:tc>
      </w:tr>
      <w:tr w:rsidR="00E4009A" w:rsidRPr="00813B12" w14:paraId="4C784A74" w14:textId="77777777" w:rsidTr="00E4009A">
        <w:tc>
          <w:tcPr>
            <w:tcW w:w="5353" w:type="dxa"/>
          </w:tcPr>
          <w:p w14:paraId="363EB118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3859" w:type="dxa"/>
          </w:tcPr>
          <w:p w14:paraId="1E1CA87B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6EBC1DCA" w14:textId="77777777" w:rsidTr="00E4009A">
        <w:tc>
          <w:tcPr>
            <w:tcW w:w="5353" w:type="dxa"/>
          </w:tcPr>
          <w:p w14:paraId="3DCD20D4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3859" w:type="dxa"/>
          </w:tcPr>
          <w:p w14:paraId="017132F2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12C7A4E8" w14:textId="77777777" w:rsidTr="00E4009A">
        <w:tc>
          <w:tcPr>
            <w:tcW w:w="5353" w:type="dxa"/>
          </w:tcPr>
          <w:p w14:paraId="41CFD136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3859" w:type="dxa"/>
          </w:tcPr>
          <w:p w14:paraId="5C99C92D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</w:tbl>
    <w:p w14:paraId="125C122E" w14:textId="441A3FA9" w:rsidR="003E2090" w:rsidRDefault="003E2090" w:rsidP="00E4009A">
      <w:pPr>
        <w:pStyle w:val="Zkladntext"/>
        <w:spacing w:before="120"/>
        <w:jc w:val="both"/>
      </w:pPr>
    </w:p>
    <w:p w14:paraId="3E090A51" w14:textId="77777777" w:rsidR="003E2090" w:rsidRDefault="003E2090">
      <w:pPr>
        <w:suppressAutoHyphens w:val="0"/>
        <w:spacing w:after="200" w:line="276" w:lineRule="auto"/>
      </w:pPr>
      <w:r>
        <w:br w:type="page"/>
      </w:r>
    </w:p>
    <w:p w14:paraId="0D34F7FC" w14:textId="77777777" w:rsidR="00E4009A" w:rsidRPr="00813B12" w:rsidRDefault="00E4009A" w:rsidP="00E4009A">
      <w:pPr>
        <w:pStyle w:val="Zkladntext"/>
        <w:spacing w:before="120"/>
        <w:jc w:val="both"/>
      </w:pPr>
    </w:p>
    <w:p w14:paraId="2E4099E5" w14:textId="33319B84" w:rsidR="00E4009A" w:rsidRPr="00813B12" w:rsidRDefault="00E4009A" w:rsidP="00E4009A">
      <w:pPr>
        <w:pStyle w:val="Zkladntext"/>
        <w:jc w:val="both"/>
        <w:rPr>
          <w:b/>
        </w:rPr>
      </w:pPr>
      <w:r>
        <w:rPr>
          <w:b/>
        </w:rPr>
        <w:t>Referenční stavba č. 4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E4009A" w:rsidRPr="00813B12" w14:paraId="7920756B" w14:textId="77777777" w:rsidTr="00E4009A">
        <w:tc>
          <w:tcPr>
            <w:tcW w:w="5353" w:type="dxa"/>
          </w:tcPr>
          <w:p w14:paraId="7F5CA5CD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3859" w:type="dxa"/>
          </w:tcPr>
          <w:p w14:paraId="2051B1D8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74E5E2F8" w14:textId="77777777" w:rsidTr="00E4009A">
        <w:tc>
          <w:tcPr>
            <w:tcW w:w="5353" w:type="dxa"/>
          </w:tcPr>
          <w:p w14:paraId="6D4594C9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Objednatel zakázky (Název objednatele, sídlo, IČO)</w:t>
            </w:r>
          </w:p>
        </w:tc>
        <w:tc>
          <w:tcPr>
            <w:tcW w:w="3859" w:type="dxa"/>
          </w:tcPr>
          <w:p w14:paraId="2169DA3C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AC099E" w:rsidRPr="00813B12" w14:paraId="2807EDF7" w14:textId="77777777" w:rsidTr="00E4009A">
        <w:tc>
          <w:tcPr>
            <w:tcW w:w="5353" w:type="dxa"/>
          </w:tcPr>
          <w:p w14:paraId="131211EE" w14:textId="554225CC" w:rsidR="00AC099E" w:rsidRPr="00813B12" w:rsidRDefault="00AC099E" w:rsidP="00E4009A">
            <w:pPr>
              <w:pStyle w:val="Zkladntext"/>
              <w:jc w:val="both"/>
            </w:pPr>
            <w:r>
              <w:t>Kontaktní osoba objednatele</w:t>
            </w:r>
          </w:p>
        </w:tc>
        <w:tc>
          <w:tcPr>
            <w:tcW w:w="3859" w:type="dxa"/>
          </w:tcPr>
          <w:p w14:paraId="37468924" w14:textId="77777777" w:rsidR="00AC099E" w:rsidRPr="00813B12" w:rsidRDefault="00AC099E" w:rsidP="00E4009A">
            <w:pPr>
              <w:pStyle w:val="Zkladntext"/>
              <w:jc w:val="both"/>
            </w:pPr>
          </w:p>
        </w:tc>
      </w:tr>
      <w:tr w:rsidR="00E4009A" w:rsidRPr="00813B12" w14:paraId="45BFDAE6" w14:textId="77777777" w:rsidTr="00E4009A">
        <w:tc>
          <w:tcPr>
            <w:tcW w:w="5353" w:type="dxa"/>
          </w:tcPr>
          <w:p w14:paraId="3241469F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3859" w:type="dxa"/>
          </w:tcPr>
          <w:p w14:paraId="0D3F056D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5B3BC833" w14:textId="77777777" w:rsidTr="00E4009A">
        <w:tc>
          <w:tcPr>
            <w:tcW w:w="5353" w:type="dxa"/>
          </w:tcPr>
          <w:p w14:paraId="6C3D7B26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3859" w:type="dxa"/>
          </w:tcPr>
          <w:p w14:paraId="0DAA5998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168205CE" w14:textId="77777777" w:rsidTr="00E4009A">
        <w:tc>
          <w:tcPr>
            <w:tcW w:w="5353" w:type="dxa"/>
          </w:tcPr>
          <w:p w14:paraId="1F7C3E45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3859" w:type="dxa"/>
          </w:tcPr>
          <w:p w14:paraId="7C6DAC90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</w:tbl>
    <w:p w14:paraId="06DC095A" w14:textId="77777777" w:rsidR="00E4009A" w:rsidRPr="00813B12" w:rsidRDefault="00E4009A" w:rsidP="00E4009A">
      <w:pPr>
        <w:pStyle w:val="Zkladntext"/>
        <w:spacing w:before="120"/>
        <w:jc w:val="both"/>
      </w:pPr>
    </w:p>
    <w:p w14:paraId="425F65BC" w14:textId="6A862DCC" w:rsidR="00E4009A" w:rsidRPr="00813B12" w:rsidRDefault="00E4009A" w:rsidP="00E4009A">
      <w:pPr>
        <w:pStyle w:val="Zkladntext"/>
        <w:jc w:val="both"/>
        <w:rPr>
          <w:b/>
        </w:rPr>
      </w:pPr>
      <w:r>
        <w:rPr>
          <w:b/>
        </w:rPr>
        <w:t>Referenční stavba č. 5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E4009A" w:rsidRPr="00813B12" w14:paraId="31705BB1" w14:textId="77777777" w:rsidTr="00E4009A">
        <w:tc>
          <w:tcPr>
            <w:tcW w:w="5353" w:type="dxa"/>
          </w:tcPr>
          <w:p w14:paraId="60CEC54C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3859" w:type="dxa"/>
          </w:tcPr>
          <w:p w14:paraId="7773D2F1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780F6D81" w14:textId="77777777" w:rsidTr="00E4009A">
        <w:tc>
          <w:tcPr>
            <w:tcW w:w="5353" w:type="dxa"/>
          </w:tcPr>
          <w:p w14:paraId="3E7A5DC2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Objednatel zakázky (Název objednatele, sídlo, IČO)</w:t>
            </w:r>
          </w:p>
        </w:tc>
        <w:tc>
          <w:tcPr>
            <w:tcW w:w="3859" w:type="dxa"/>
          </w:tcPr>
          <w:p w14:paraId="776BA7C0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AC099E" w:rsidRPr="00813B12" w14:paraId="475A75D9" w14:textId="77777777" w:rsidTr="00E4009A">
        <w:tc>
          <w:tcPr>
            <w:tcW w:w="5353" w:type="dxa"/>
          </w:tcPr>
          <w:p w14:paraId="59BE1BC7" w14:textId="19F2C398" w:rsidR="00AC099E" w:rsidRPr="00813B12" w:rsidRDefault="00AC099E" w:rsidP="00E4009A">
            <w:pPr>
              <w:pStyle w:val="Zkladntext"/>
              <w:jc w:val="both"/>
            </w:pPr>
            <w:r>
              <w:t>Kontaktní osoba objednatele</w:t>
            </w:r>
            <w:bookmarkStart w:id="0" w:name="_GoBack"/>
            <w:bookmarkEnd w:id="0"/>
          </w:p>
        </w:tc>
        <w:tc>
          <w:tcPr>
            <w:tcW w:w="3859" w:type="dxa"/>
          </w:tcPr>
          <w:p w14:paraId="6D3C8F83" w14:textId="77777777" w:rsidR="00AC099E" w:rsidRPr="00813B12" w:rsidRDefault="00AC099E" w:rsidP="00E4009A">
            <w:pPr>
              <w:pStyle w:val="Zkladntext"/>
              <w:jc w:val="both"/>
            </w:pPr>
          </w:p>
        </w:tc>
      </w:tr>
      <w:tr w:rsidR="00E4009A" w:rsidRPr="00813B12" w14:paraId="1E67F0CE" w14:textId="77777777" w:rsidTr="00E4009A">
        <w:tc>
          <w:tcPr>
            <w:tcW w:w="5353" w:type="dxa"/>
          </w:tcPr>
          <w:p w14:paraId="02E8D857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3859" w:type="dxa"/>
          </w:tcPr>
          <w:p w14:paraId="39C0396E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7F9CDFAD" w14:textId="77777777" w:rsidTr="00E4009A">
        <w:tc>
          <w:tcPr>
            <w:tcW w:w="5353" w:type="dxa"/>
          </w:tcPr>
          <w:p w14:paraId="148DD007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Doba realizace zakázky (od – do)</w:t>
            </w:r>
          </w:p>
        </w:tc>
        <w:tc>
          <w:tcPr>
            <w:tcW w:w="3859" w:type="dxa"/>
          </w:tcPr>
          <w:p w14:paraId="1F725112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  <w:tr w:rsidR="00E4009A" w:rsidRPr="00813B12" w14:paraId="22C84CD2" w14:textId="77777777" w:rsidTr="00E4009A">
        <w:tc>
          <w:tcPr>
            <w:tcW w:w="5353" w:type="dxa"/>
          </w:tcPr>
          <w:p w14:paraId="403DDC45" w14:textId="77777777" w:rsidR="00E4009A" w:rsidRPr="00813B12" w:rsidRDefault="00E4009A" w:rsidP="00E4009A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3859" w:type="dxa"/>
          </w:tcPr>
          <w:p w14:paraId="2038169D" w14:textId="77777777" w:rsidR="00E4009A" w:rsidRPr="00813B12" w:rsidRDefault="00E4009A" w:rsidP="00E4009A">
            <w:pPr>
              <w:pStyle w:val="Zkladntext"/>
              <w:jc w:val="both"/>
            </w:pPr>
          </w:p>
        </w:tc>
      </w:tr>
    </w:tbl>
    <w:p w14:paraId="23308B01" w14:textId="084B8825" w:rsidR="001F4F37" w:rsidRDefault="001F4F37" w:rsidP="001F4F37">
      <w:pPr>
        <w:pStyle w:val="Zkladntext"/>
        <w:jc w:val="both"/>
      </w:pPr>
    </w:p>
    <w:p w14:paraId="7BF538F8" w14:textId="77777777" w:rsidR="001F4F37" w:rsidRPr="00813B12" w:rsidRDefault="001F4F37" w:rsidP="001F4F37">
      <w:pPr>
        <w:pStyle w:val="Zkladntext"/>
        <w:jc w:val="both"/>
      </w:pPr>
    </w:p>
    <w:p w14:paraId="1DE673B5" w14:textId="1D0E21EB" w:rsidR="00F51BB9" w:rsidRPr="00813B12" w:rsidRDefault="00813B12" w:rsidP="001F4F37">
      <w:pPr>
        <w:pStyle w:val="Zkladntext"/>
        <w:jc w:val="both"/>
      </w:pPr>
      <w:r>
        <w:t xml:space="preserve">V …………………… </w:t>
      </w:r>
      <w:r w:rsidR="00584760" w:rsidRPr="00813B12">
        <w:t xml:space="preserve">dne </w:t>
      </w:r>
      <w:r w:rsidR="000C3C14">
        <w:t>……………………</w:t>
      </w:r>
    </w:p>
    <w:p w14:paraId="2CF19A3B" w14:textId="77777777" w:rsidR="00A45B31" w:rsidRPr="00813B12" w:rsidRDefault="00A45B31" w:rsidP="009C1E84">
      <w:pPr>
        <w:pStyle w:val="Zkladntext"/>
        <w:jc w:val="right"/>
        <w:rPr>
          <w:color w:val="FF0000"/>
        </w:rPr>
      </w:pPr>
    </w:p>
    <w:p w14:paraId="4BB69B1B" w14:textId="77777777" w:rsidR="00A45B31" w:rsidRPr="00813B12" w:rsidRDefault="00A45B31" w:rsidP="009C1E84">
      <w:pPr>
        <w:pStyle w:val="Zkladntext"/>
        <w:jc w:val="right"/>
        <w:rPr>
          <w:color w:val="FF0000"/>
        </w:rPr>
      </w:pPr>
    </w:p>
    <w:p w14:paraId="37693433" w14:textId="77777777" w:rsidR="00F51BB9" w:rsidRPr="00813B12" w:rsidRDefault="00F51BB9" w:rsidP="009C1E84">
      <w:pPr>
        <w:pStyle w:val="Zkladntext"/>
        <w:jc w:val="right"/>
        <w:rPr>
          <w:i/>
          <w:color w:val="FF0000"/>
        </w:rPr>
      </w:pPr>
      <w:r w:rsidRPr="00813B12">
        <w:rPr>
          <w:color w:val="FF0000"/>
        </w:rPr>
        <w:t xml:space="preserve">             </w:t>
      </w:r>
      <w:r w:rsidRPr="00813B12">
        <w:rPr>
          <w:i/>
          <w:color w:val="FF0000"/>
        </w:rPr>
        <w:t>podpis</w:t>
      </w:r>
    </w:p>
    <w:p w14:paraId="5A0456C0" w14:textId="77777777" w:rsidR="00F51BB9" w:rsidRPr="00813B12" w:rsidRDefault="00F51BB9" w:rsidP="009C1E84">
      <w:pPr>
        <w:pStyle w:val="Zkladntext"/>
        <w:jc w:val="right"/>
      </w:pPr>
      <w:r w:rsidRPr="00813B12">
        <w:t>…..........................................</w:t>
      </w:r>
    </w:p>
    <w:p w14:paraId="7380F5DD" w14:textId="77777777" w:rsidR="00F51BB9" w:rsidRPr="00813B12" w:rsidRDefault="00F51BB9" w:rsidP="009C1E8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doplnit titul, jméno a příjmení</w:t>
      </w:r>
    </w:p>
    <w:p w14:paraId="356511A0" w14:textId="77777777" w:rsidR="00464D27" w:rsidRPr="00813B12" w:rsidRDefault="00F51BB9" w:rsidP="00584760">
      <w:pPr>
        <w:pStyle w:val="Zkladntext"/>
        <w:spacing w:after="0"/>
        <w:jc w:val="right"/>
      </w:pPr>
      <w:r w:rsidRPr="00813B12">
        <w:rPr>
          <w:color w:val="FF0000"/>
        </w:rPr>
        <w:t xml:space="preserve">funkci osoby oprávněné podepisovat za </w:t>
      </w:r>
      <w:r w:rsidR="00840B25" w:rsidRPr="00813B12">
        <w:rPr>
          <w:color w:val="FF0000"/>
        </w:rPr>
        <w:t>účastníka</w:t>
      </w:r>
    </w:p>
    <w:sectPr w:rsidR="00464D27" w:rsidRPr="00813B12" w:rsidSect="00C92AF2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2EA" w14:textId="77777777" w:rsidR="00E4009A" w:rsidRDefault="00E4009A" w:rsidP="006D44DF">
      <w:r>
        <w:separator/>
      </w:r>
    </w:p>
  </w:endnote>
  <w:endnote w:type="continuationSeparator" w:id="0">
    <w:p w14:paraId="35AA7032" w14:textId="77777777" w:rsidR="00E4009A" w:rsidRDefault="00E4009A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4F62" w14:textId="77777777" w:rsidR="00E4009A" w:rsidRDefault="00E4009A" w:rsidP="006D44DF">
      <w:r>
        <w:separator/>
      </w:r>
    </w:p>
  </w:footnote>
  <w:footnote w:type="continuationSeparator" w:id="0">
    <w:p w14:paraId="412658FE" w14:textId="77777777" w:rsidR="00E4009A" w:rsidRDefault="00E4009A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E9457" w14:textId="4B1D645E" w:rsidR="00E4009A" w:rsidRPr="009C1E84" w:rsidRDefault="00E4009A" w:rsidP="00D67AC5">
    <w:pPr>
      <w:pStyle w:val="Zhlav"/>
      <w:rPr>
        <w:rFonts w:ascii="Book Antiqua" w:hAnsi="Book Antiqua"/>
      </w:rPr>
    </w:pPr>
  </w:p>
  <w:p w14:paraId="3F6CE42E" w14:textId="715DC28E" w:rsidR="00E4009A" w:rsidRPr="00932BD4" w:rsidRDefault="00E4009A" w:rsidP="00932BD4">
    <w:pPr>
      <w:jc w:val="right"/>
    </w:pPr>
    <w:r w:rsidRPr="00932BD4">
      <w:t xml:space="preserve">Příloha č. </w:t>
    </w:r>
    <w:r w:rsidR="00BD7FF1" w:rsidRPr="00932BD4">
      <w:t>8</w:t>
    </w:r>
    <w:r w:rsidR="00932BD4" w:rsidRPr="00932BD4">
      <w:t xml:space="preserve"> –</w:t>
    </w:r>
    <w:r w:rsidR="003E2090" w:rsidRPr="00932BD4">
      <w:t xml:space="preserve"> seznam referenčních staveb</w:t>
    </w:r>
  </w:p>
  <w:p w14:paraId="5C6D995C" w14:textId="77777777" w:rsidR="00E4009A" w:rsidRDefault="00E400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4DF"/>
    <w:rsid w:val="00045664"/>
    <w:rsid w:val="000741D1"/>
    <w:rsid w:val="000C0B3D"/>
    <w:rsid w:val="000C3C14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4F37"/>
    <w:rsid w:val="001F7B76"/>
    <w:rsid w:val="0022737F"/>
    <w:rsid w:val="0024514C"/>
    <w:rsid w:val="00256DD3"/>
    <w:rsid w:val="00263659"/>
    <w:rsid w:val="002654C6"/>
    <w:rsid w:val="00270E38"/>
    <w:rsid w:val="002E1960"/>
    <w:rsid w:val="00313342"/>
    <w:rsid w:val="00332043"/>
    <w:rsid w:val="00377616"/>
    <w:rsid w:val="0038308E"/>
    <w:rsid w:val="003C43B7"/>
    <w:rsid w:val="003D0916"/>
    <w:rsid w:val="003D1711"/>
    <w:rsid w:val="003D68F5"/>
    <w:rsid w:val="003E2090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6341DF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28D2"/>
    <w:rsid w:val="007D0621"/>
    <w:rsid w:val="00805F9F"/>
    <w:rsid w:val="00813B12"/>
    <w:rsid w:val="00840B25"/>
    <w:rsid w:val="008A46F1"/>
    <w:rsid w:val="008A4756"/>
    <w:rsid w:val="008B0F5D"/>
    <w:rsid w:val="008B42C6"/>
    <w:rsid w:val="008C1EA9"/>
    <w:rsid w:val="008C566F"/>
    <w:rsid w:val="008F04AF"/>
    <w:rsid w:val="009309B9"/>
    <w:rsid w:val="00932BD4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C099E"/>
    <w:rsid w:val="00AD3175"/>
    <w:rsid w:val="00AF0D21"/>
    <w:rsid w:val="00B211D8"/>
    <w:rsid w:val="00B21C9D"/>
    <w:rsid w:val="00B358A0"/>
    <w:rsid w:val="00B4671C"/>
    <w:rsid w:val="00B609B3"/>
    <w:rsid w:val="00B85833"/>
    <w:rsid w:val="00BB0E8D"/>
    <w:rsid w:val="00BC2FC2"/>
    <w:rsid w:val="00BD7FF1"/>
    <w:rsid w:val="00BE5895"/>
    <w:rsid w:val="00C15BAE"/>
    <w:rsid w:val="00C34E2A"/>
    <w:rsid w:val="00C65421"/>
    <w:rsid w:val="00C70ECD"/>
    <w:rsid w:val="00C77389"/>
    <w:rsid w:val="00C92AF2"/>
    <w:rsid w:val="00CA341A"/>
    <w:rsid w:val="00CD2DF0"/>
    <w:rsid w:val="00CD41F7"/>
    <w:rsid w:val="00D11C36"/>
    <w:rsid w:val="00D21897"/>
    <w:rsid w:val="00D31BA7"/>
    <w:rsid w:val="00D559D0"/>
    <w:rsid w:val="00D67AC5"/>
    <w:rsid w:val="00DD5DCD"/>
    <w:rsid w:val="00DD799C"/>
    <w:rsid w:val="00DE46D5"/>
    <w:rsid w:val="00E25FB3"/>
    <w:rsid w:val="00E4009A"/>
    <w:rsid w:val="00E53081"/>
    <w:rsid w:val="00E7728E"/>
    <w:rsid w:val="00ED0492"/>
    <w:rsid w:val="00ED19BC"/>
    <w:rsid w:val="00ED696E"/>
    <w:rsid w:val="00F06482"/>
    <w:rsid w:val="00F26DA0"/>
    <w:rsid w:val="00F340E4"/>
    <w:rsid w:val="00F51BB9"/>
    <w:rsid w:val="00F64BB8"/>
    <w:rsid w:val="00F76871"/>
    <w:rsid w:val="00F824FA"/>
    <w:rsid w:val="00FC79C1"/>
    <w:rsid w:val="00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4C3B4-FB47-479C-8007-1C6900F8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553B6E02</Template>
  <TotalTime>40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Jan Cába</cp:lastModifiedBy>
  <cp:revision>14</cp:revision>
  <cp:lastPrinted>2019-05-22T14:26:00Z</cp:lastPrinted>
  <dcterms:created xsi:type="dcterms:W3CDTF">2019-02-04T16:18:00Z</dcterms:created>
  <dcterms:modified xsi:type="dcterms:W3CDTF">2019-05-29T15:05:00Z</dcterms:modified>
</cp:coreProperties>
</file>